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740D">
        <w:rPr>
          <w:rFonts w:ascii="Arial" w:hAnsi="Arial" w:cs="Arial"/>
          <w:b/>
          <w:caps/>
          <w:sz w:val="28"/>
          <w:szCs w:val="28"/>
        </w:rPr>
        <w:t>8</w:t>
      </w:r>
      <w:r w:rsidR="009E7BB2">
        <w:rPr>
          <w:rFonts w:ascii="Arial" w:hAnsi="Arial" w:cs="Arial"/>
          <w:b/>
          <w:caps/>
          <w:sz w:val="28"/>
          <w:szCs w:val="28"/>
        </w:rPr>
        <w:t>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9E7BB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B740D">
              <w:rPr>
                <w:rFonts w:ascii="Arial" w:hAnsi="Arial" w:cs="Arial"/>
                <w:sz w:val="20"/>
                <w:szCs w:val="20"/>
              </w:rPr>
              <w:t xml:space="preserve">providências visando à </w:t>
            </w:r>
            <w:r w:rsidR="009E7BB2">
              <w:rPr>
                <w:rFonts w:ascii="Arial" w:hAnsi="Arial" w:cs="Arial"/>
                <w:sz w:val="20"/>
                <w:szCs w:val="20"/>
              </w:rPr>
              <w:t>remoção de árvore existente na Rua das Begônias, no Jardim Primavera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O</w:t>
      </w:r>
      <w:r w:rsidRPr="000B116C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613C9C" w:rsidRPr="00613C9C">
        <w:rPr>
          <w:rFonts w:ascii="Arial" w:hAnsi="Arial" w:cs="Arial"/>
        </w:rPr>
        <w:t>remoção de árvore existente na Rua das Begônias, no Jardim Primavera</w:t>
      </w:r>
      <w:r w:rsidR="00A34EA5" w:rsidRPr="000B116C">
        <w:rPr>
          <w:rFonts w:ascii="Arial" w:hAnsi="Arial" w:cs="Arial"/>
        </w:rPr>
        <w:t>.</w:t>
      </w:r>
    </w:p>
    <w:p w:rsidR="00D60E13" w:rsidRPr="00DA7E8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A7E88">
        <w:rPr>
          <w:rFonts w:ascii="Arial" w:hAnsi="Arial" w:cs="Arial"/>
        </w:rPr>
        <w:t xml:space="preserve">Trata-se </w:t>
      </w:r>
      <w:r w:rsidR="006968D1">
        <w:rPr>
          <w:rFonts w:ascii="Arial" w:hAnsi="Arial" w:cs="Arial"/>
        </w:rPr>
        <w:t xml:space="preserve">de pedido </w:t>
      </w:r>
      <w:bookmarkStart w:id="0" w:name="_GoBack"/>
      <w:bookmarkEnd w:id="0"/>
      <w:r w:rsidR="00924343" w:rsidRPr="00924343">
        <w:rPr>
          <w:rFonts w:ascii="Arial" w:hAnsi="Arial" w:cs="Arial"/>
        </w:rPr>
        <w:t>da Sra. Ruth Rodrigues e dos demais moradores</w:t>
      </w:r>
      <w:r w:rsidR="00924343">
        <w:rPr>
          <w:rFonts w:ascii="Arial" w:hAnsi="Arial" w:cs="Arial"/>
        </w:rPr>
        <w:t>,</w:t>
      </w:r>
      <w:r w:rsidR="00924343" w:rsidRPr="00924343">
        <w:rPr>
          <w:rFonts w:ascii="Arial" w:hAnsi="Arial" w:cs="Arial"/>
        </w:rPr>
        <w:t xml:space="preserve"> </w:t>
      </w:r>
      <w:r w:rsidR="0030525D" w:rsidRPr="0030525D">
        <w:rPr>
          <w:rFonts w:ascii="Arial" w:hAnsi="Arial" w:cs="Arial"/>
        </w:rPr>
        <w:t xml:space="preserve">por intermédio </w:t>
      </w:r>
      <w:r w:rsidR="006B7923">
        <w:rPr>
          <w:rFonts w:ascii="Arial" w:hAnsi="Arial" w:cs="Arial"/>
        </w:rPr>
        <w:t>d</w:t>
      </w:r>
      <w:r w:rsidR="00CF08AA">
        <w:rPr>
          <w:rFonts w:ascii="Arial" w:hAnsi="Arial" w:cs="Arial"/>
        </w:rPr>
        <w:t>este</w:t>
      </w:r>
      <w:r w:rsidR="006B7923">
        <w:rPr>
          <w:rFonts w:ascii="Arial" w:hAnsi="Arial" w:cs="Arial"/>
        </w:rPr>
        <w:t xml:space="preserve"> Vereador</w:t>
      </w:r>
      <w:r w:rsidR="00CF08AA">
        <w:rPr>
          <w:rFonts w:ascii="Arial" w:hAnsi="Arial" w:cs="Arial"/>
        </w:rPr>
        <w:t>,</w:t>
      </w:r>
      <w:r w:rsidR="006B7923">
        <w:rPr>
          <w:rFonts w:ascii="Arial" w:hAnsi="Arial" w:cs="Arial"/>
        </w:rPr>
        <w:t xml:space="preserve"> </w:t>
      </w:r>
      <w:r w:rsidR="006B7923" w:rsidRPr="006B7923">
        <w:rPr>
          <w:rFonts w:ascii="Arial" w:hAnsi="Arial" w:cs="Arial"/>
          <w:b/>
        </w:rPr>
        <w:t>Fernando da Ótica Original</w:t>
      </w:r>
      <w:r w:rsidR="00A12481" w:rsidRPr="00DA7E88">
        <w:rPr>
          <w:rFonts w:ascii="Arial" w:hAnsi="Arial" w:cs="Arial"/>
        </w:rPr>
        <w:t>.</w:t>
      </w:r>
    </w:p>
    <w:p w:rsidR="00924343" w:rsidRDefault="00924343" w:rsidP="0030525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924343">
        <w:rPr>
          <w:rFonts w:ascii="Arial" w:hAnsi="Arial" w:cs="Arial"/>
          <w:bCs/>
        </w:rPr>
        <w:t xml:space="preserve">Os moradores da </w:t>
      </w:r>
      <w:r>
        <w:rPr>
          <w:rFonts w:ascii="Arial" w:hAnsi="Arial" w:cs="Arial"/>
          <w:bCs/>
        </w:rPr>
        <w:t xml:space="preserve">referida </w:t>
      </w:r>
      <w:r w:rsidRPr="00924343">
        <w:rPr>
          <w:rFonts w:ascii="Arial" w:hAnsi="Arial" w:cs="Arial"/>
          <w:bCs/>
        </w:rPr>
        <w:t>rua estão solicitando a remoção da árvore que está colocando em risco a fiação dos postes de luz.</w:t>
      </w:r>
    </w:p>
    <w:p w:rsidR="00924343" w:rsidRDefault="00924343" w:rsidP="0030525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Pr="00924343">
        <w:rPr>
          <w:rFonts w:ascii="Arial" w:hAnsi="Arial" w:cs="Arial"/>
          <w:bCs/>
        </w:rPr>
        <w:t xml:space="preserve">s raízes da </w:t>
      </w:r>
      <w:r>
        <w:rPr>
          <w:rFonts w:ascii="Arial" w:hAnsi="Arial" w:cs="Arial"/>
          <w:bCs/>
        </w:rPr>
        <w:t>á</w:t>
      </w:r>
      <w:r w:rsidRPr="00924343">
        <w:rPr>
          <w:rFonts w:ascii="Arial" w:hAnsi="Arial" w:cs="Arial"/>
          <w:bCs/>
        </w:rPr>
        <w:t>rvore est</w:t>
      </w:r>
      <w:r>
        <w:rPr>
          <w:rFonts w:ascii="Arial" w:hAnsi="Arial" w:cs="Arial"/>
          <w:bCs/>
        </w:rPr>
        <w:t xml:space="preserve">ão </w:t>
      </w:r>
      <w:r w:rsidRPr="00924343">
        <w:rPr>
          <w:rFonts w:ascii="Arial" w:hAnsi="Arial" w:cs="Arial"/>
          <w:bCs/>
        </w:rPr>
        <w:t xml:space="preserve">grandes, quebrando a calçada e </w:t>
      </w:r>
      <w:r>
        <w:rPr>
          <w:rFonts w:ascii="Arial" w:hAnsi="Arial" w:cs="Arial"/>
          <w:bCs/>
        </w:rPr>
        <w:t xml:space="preserve">ocasionando constantes quedas de seus </w:t>
      </w:r>
      <w:r w:rsidRPr="00924343">
        <w:rPr>
          <w:rFonts w:ascii="Arial" w:hAnsi="Arial" w:cs="Arial"/>
          <w:bCs/>
        </w:rPr>
        <w:t>frutos</w:t>
      </w:r>
      <w:r>
        <w:rPr>
          <w:rFonts w:ascii="Arial" w:hAnsi="Arial" w:cs="Arial"/>
          <w:bCs/>
        </w:rPr>
        <w:t xml:space="preserve">. Os moradores diariamente precisam </w:t>
      </w:r>
      <w:r w:rsidRPr="00924343">
        <w:rPr>
          <w:rFonts w:ascii="Arial" w:hAnsi="Arial" w:cs="Arial"/>
          <w:bCs/>
        </w:rPr>
        <w:t xml:space="preserve">tirar sacos e mais sacos </w:t>
      </w:r>
      <w:r>
        <w:rPr>
          <w:rFonts w:ascii="Arial" w:hAnsi="Arial" w:cs="Arial"/>
          <w:bCs/>
        </w:rPr>
        <w:t xml:space="preserve">do local, </w:t>
      </w:r>
      <w:r w:rsidRPr="00924343">
        <w:rPr>
          <w:rFonts w:ascii="Arial" w:hAnsi="Arial" w:cs="Arial"/>
          <w:bCs/>
        </w:rPr>
        <w:t>pois a sujeira é imensa</w:t>
      </w:r>
      <w:r>
        <w:rPr>
          <w:rFonts w:ascii="Arial" w:hAnsi="Arial" w:cs="Arial"/>
          <w:bCs/>
        </w:rPr>
        <w:t>,</w:t>
      </w:r>
      <w:r w:rsidRPr="00924343">
        <w:rPr>
          <w:rFonts w:ascii="Arial" w:hAnsi="Arial" w:cs="Arial"/>
          <w:bCs/>
        </w:rPr>
        <w:t xml:space="preserve"> o</w:t>
      </w:r>
      <w:r>
        <w:rPr>
          <w:rFonts w:ascii="Arial" w:hAnsi="Arial" w:cs="Arial"/>
          <w:bCs/>
        </w:rPr>
        <w:t xml:space="preserve">s </w:t>
      </w:r>
      <w:r w:rsidRPr="00924343">
        <w:rPr>
          <w:rFonts w:ascii="Arial" w:hAnsi="Arial" w:cs="Arial"/>
          <w:bCs/>
        </w:rPr>
        <w:t>frutos apodrecem e não há limpeza constante nas ruas, sem contar os riscos de cair na cabeça daqueles que por ali transita</w:t>
      </w:r>
      <w:r>
        <w:rPr>
          <w:rFonts w:ascii="Arial" w:hAnsi="Arial" w:cs="Arial"/>
          <w:bCs/>
        </w:rPr>
        <w:t>m</w:t>
      </w:r>
      <w:r w:rsidRPr="00924343">
        <w:rPr>
          <w:rFonts w:ascii="Arial" w:hAnsi="Arial" w:cs="Arial"/>
          <w:bCs/>
        </w:rPr>
        <w:t>.</w:t>
      </w:r>
    </w:p>
    <w:p w:rsidR="001431ED" w:rsidRPr="00D14C90" w:rsidRDefault="00924343" w:rsidP="0030525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924343">
        <w:rPr>
          <w:rFonts w:ascii="Arial" w:hAnsi="Arial" w:cs="Arial"/>
          <w:bCs/>
        </w:rPr>
        <w:t>Estamos em época de chuvas e ventos fortes, sendo assim peri</w:t>
      </w:r>
      <w:r>
        <w:rPr>
          <w:rFonts w:ascii="Arial" w:hAnsi="Arial" w:cs="Arial"/>
          <w:bCs/>
        </w:rPr>
        <w:t>goso para os moradores das residências</w:t>
      </w:r>
      <w:r w:rsidRPr="00924343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 xml:space="preserve">Desta forma, </w:t>
      </w:r>
      <w:r w:rsidRPr="00924343">
        <w:rPr>
          <w:rFonts w:ascii="Arial" w:hAnsi="Arial" w:cs="Arial"/>
          <w:bCs/>
        </w:rPr>
        <w:t>solicitam</w:t>
      </w:r>
      <w:r>
        <w:rPr>
          <w:rFonts w:ascii="Arial" w:hAnsi="Arial" w:cs="Arial"/>
          <w:bCs/>
        </w:rPr>
        <w:t>os</w:t>
      </w:r>
      <w:r w:rsidRPr="009243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>u</w:t>
      </w:r>
      <w:r w:rsidRPr="00924343">
        <w:rPr>
          <w:rFonts w:ascii="Arial" w:hAnsi="Arial" w:cs="Arial"/>
          <w:b/>
          <w:bCs/>
        </w:rPr>
        <w:t>rgência</w:t>
      </w:r>
      <w:r w:rsidRPr="00924343">
        <w:rPr>
          <w:rFonts w:ascii="Arial" w:hAnsi="Arial" w:cs="Arial"/>
          <w:bCs/>
        </w:rPr>
        <w:t xml:space="preserve"> no atendimento</w:t>
      </w:r>
      <w:r w:rsidR="00202786">
        <w:rPr>
          <w:rFonts w:ascii="Arial" w:hAnsi="Arial" w:cs="Arial"/>
          <w:bCs/>
        </w:rPr>
        <w:t>, co</w:t>
      </w:r>
      <w:r w:rsidRPr="00924343">
        <w:rPr>
          <w:rFonts w:ascii="Arial" w:hAnsi="Arial" w:cs="Arial"/>
          <w:bCs/>
        </w:rPr>
        <w:t xml:space="preserve">nforme protocolo </w:t>
      </w:r>
      <w:r w:rsidR="00202786">
        <w:rPr>
          <w:rFonts w:ascii="Arial" w:hAnsi="Arial" w:cs="Arial"/>
          <w:bCs/>
        </w:rPr>
        <w:t xml:space="preserve">nº </w:t>
      </w:r>
      <w:r w:rsidRPr="00924343">
        <w:rPr>
          <w:rFonts w:ascii="Arial" w:hAnsi="Arial" w:cs="Arial"/>
          <w:bCs/>
        </w:rPr>
        <w:t>3126/2018</w:t>
      </w:r>
      <w:r w:rsidR="00000E9C" w:rsidRPr="00D14C90">
        <w:rPr>
          <w:rFonts w:ascii="Arial" w:hAnsi="Arial" w:cs="Arial"/>
        </w:rPr>
        <w:t>.</w:t>
      </w:r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FC3773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F70AC6">
        <w:rPr>
          <w:rFonts w:ascii="Arial" w:hAnsi="Arial" w:cs="Arial"/>
        </w:rPr>
        <w:t>4</w:t>
      </w:r>
      <w:r w:rsidR="00F40656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 xml:space="preserve">de </w:t>
      </w:r>
      <w:r w:rsidR="003B603E" w:rsidRPr="000B116C">
        <w:rPr>
          <w:rFonts w:ascii="Arial" w:hAnsi="Arial" w:cs="Arial"/>
        </w:rPr>
        <w:t>a</w:t>
      </w:r>
      <w:r w:rsidR="00F70AC6">
        <w:rPr>
          <w:rFonts w:ascii="Arial" w:hAnsi="Arial" w:cs="Arial"/>
        </w:rPr>
        <w:t>b</w:t>
      </w:r>
      <w:r w:rsidR="003B603E" w:rsidRPr="000B116C">
        <w:rPr>
          <w:rFonts w:ascii="Arial" w:hAnsi="Arial" w:cs="Arial"/>
        </w:rPr>
        <w:t>r</w:t>
      </w:r>
      <w:r w:rsidR="00F70AC6">
        <w:rPr>
          <w:rFonts w:ascii="Arial" w:hAnsi="Arial" w:cs="Arial"/>
        </w:rPr>
        <w:t>il</w:t>
      </w:r>
      <w:r w:rsidR="003B603E" w:rsidRPr="000B116C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119" w:rsidRDefault="00B84119">
      <w:r>
        <w:separator/>
      </w:r>
    </w:p>
  </w:endnote>
  <w:endnote w:type="continuationSeparator" w:id="0">
    <w:p w:rsidR="00B84119" w:rsidRDefault="00B8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119" w:rsidRDefault="00B84119">
      <w:r>
        <w:separator/>
      </w:r>
    </w:p>
  </w:footnote>
  <w:footnote w:type="continuationSeparator" w:id="0">
    <w:p w:rsidR="00B84119" w:rsidRDefault="00B84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921C3"/>
    <w:rsid w:val="00094490"/>
    <w:rsid w:val="000944DE"/>
    <w:rsid w:val="000958D5"/>
    <w:rsid w:val="00097CAE"/>
    <w:rsid w:val="000A17CA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6C3C"/>
    <w:rsid w:val="00201353"/>
    <w:rsid w:val="00202786"/>
    <w:rsid w:val="00202A4C"/>
    <w:rsid w:val="00204ED7"/>
    <w:rsid w:val="00212E2C"/>
    <w:rsid w:val="00227E00"/>
    <w:rsid w:val="00230859"/>
    <w:rsid w:val="002320BA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67C99"/>
    <w:rsid w:val="00381797"/>
    <w:rsid w:val="00383026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12E6"/>
    <w:rsid w:val="003F2291"/>
    <w:rsid w:val="00402238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C9C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D1E"/>
    <w:rsid w:val="00691CF5"/>
    <w:rsid w:val="00692A89"/>
    <w:rsid w:val="0069312F"/>
    <w:rsid w:val="006968D1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14C0"/>
    <w:rsid w:val="0072290C"/>
    <w:rsid w:val="00725841"/>
    <w:rsid w:val="00725E66"/>
    <w:rsid w:val="00727BDF"/>
    <w:rsid w:val="00727CDB"/>
    <w:rsid w:val="0073407F"/>
    <w:rsid w:val="00736DCA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240D"/>
    <w:rsid w:val="008540C8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343"/>
    <w:rsid w:val="00924437"/>
    <w:rsid w:val="0092618A"/>
    <w:rsid w:val="00933A7D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9F1"/>
    <w:rsid w:val="00A34EA5"/>
    <w:rsid w:val="00A35658"/>
    <w:rsid w:val="00A46B01"/>
    <w:rsid w:val="00A531A7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5410F"/>
    <w:rsid w:val="00B57E0F"/>
    <w:rsid w:val="00B64E25"/>
    <w:rsid w:val="00B725CB"/>
    <w:rsid w:val="00B75CEF"/>
    <w:rsid w:val="00B8166D"/>
    <w:rsid w:val="00B84119"/>
    <w:rsid w:val="00B945C2"/>
    <w:rsid w:val="00BA1565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6608C"/>
    <w:rsid w:val="00C706DC"/>
    <w:rsid w:val="00C7080A"/>
    <w:rsid w:val="00C76263"/>
    <w:rsid w:val="00C90283"/>
    <w:rsid w:val="00C94949"/>
    <w:rsid w:val="00CA3A23"/>
    <w:rsid w:val="00CA4932"/>
    <w:rsid w:val="00CA759E"/>
    <w:rsid w:val="00CB2BAB"/>
    <w:rsid w:val="00CB45A8"/>
    <w:rsid w:val="00CB6B35"/>
    <w:rsid w:val="00CB740D"/>
    <w:rsid w:val="00CB750E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2072E"/>
    <w:rsid w:val="00D22719"/>
    <w:rsid w:val="00D233C7"/>
    <w:rsid w:val="00D26DDF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911A9"/>
    <w:rsid w:val="00D95B06"/>
    <w:rsid w:val="00DA2301"/>
    <w:rsid w:val="00DA5FB1"/>
    <w:rsid w:val="00DA7E88"/>
    <w:rsid w:val="00DB23E5"/>
    <w:rsid w:val="00DB2E2E"/>
    <w:rsid w:val="00DB48F6"/>
    <w:rsid w:val="00DC2976"/>
    <w:rsid w:val="00DD04A7"/>
    <w:rsid w:val="00DE495D"/>
    <w:rsid w:val="00DE50DD"/>
    <w:rsid w:val="00DF69D2"/>
    <w:rsid w:val="00DF79EA"/>
    <w:rsid w:val="00E0249F"/>
    <w:rsid w:val="00E0673F"/>
    <w:rsid w:val="00E07978"/>
    <w:rsid w:val="00E11F92"/>
    <w:rsid w:val="00E14E0E"/>
    <w:rsid w:val="00E14F37"/>
    <w:rsid w:val="00E25BFF"/>
    <w:rsid w:val="00E25E84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899"/>
    <w:rsid w:val="00F63783"/>
    <w:rsid w:val="00F65C85"/>
    <w:rsid w:val="00F70AC6"/>
    <w:rsid w:val="00F73DA3"/>
    <w:rsid w:val="00F750A3"/>
    <w:rsid w:val="00F77944"/>
    <w:rsid w:val="00F867B0"/>
    <w:rsid w:val="00FA3CFC"/>
    <w:rsid w:val="00FB00FA"/>
    <w:rsid w:val="00FB66A7"/>
    <w:rsid w:val="00FB6758"/>
    <w:rsid w:val="00FC1C13"/>
    <w:rsid w:val="00FC356A"/>
    <w:rsid w:val="00FC3773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55481-0786-4181-BE80-0CF33C25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2017-01-27T16:52:00Z</cp:lastPrinted>
  <dcterms:created xsi:type="dcterms:W3CDTF">2018-03-29T18:39:00Z</dcterms:created>
  <dcterms:modified xsi:type="dcterms:W3CDTF">2018-03-29T18:47:00Z</dcterms:modified>
</cp:coreProperties>
</file>